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FD" w:rsidRPr="006C4C33" w:rsidRDefault="00055DFD" w:rsidP="006C4C33">
      <w:pPr>
        <w:rPr>
          <w:lang w:val="en-US"/>
        </w:rPr>
      </w:pPr>
      <w:r w:rsidRPr="006C4C33">
        <w:rPr>
          <w:lang w:val="en-US"/>
        </w:rPr>
        <w:t>unusualword</w:t>
      </w:r>
    </w:p>
    <w:p w:rsidR="00055DFD" w:rsidRPr="006C4C33" w:rsidRDefault="00055DFD" w:rsidP="006C4C33">
      <w:pPr>
        <w:rPr>
          <w:lang w:val="en-US"/>
        </w:rPr>
      </w:pPr>
      <w:r w:rsidRPr="006C4C33">
        <w:rPr>
          <w:lang w:val="en-US"/>
        </w:rPr>
        <w:t>eczéma</w:t>
      </w:r>
    </w:p>
    <w:p w:rsidR="00055DFD" w:rsidRPr="006C4C33" w:rsidRDefault="00055DFD" w:rsidP="006C4C33">
      <w:pPr>
        <w:rPr>
          <w:lang w:val="en-US"/>
        </w:rPr>
      </w:pPr>
      <w:r>
        <w:rPr>
          <w:lang w:val="en-US"/>
        </w:rPr>
        <w:t>Façade</w:t>
      </w:r>
    </w:p>
    <w:p w:rsidR="00055DFD" w:rsidRPr="009B2C7F" w:rsidRDefault="00055DFD" w:rsidP="006C4C33">
      <w:pPr>
        <w:rPr>
          <w:rStyle w:val="postbody"/>
          <w:lang w:val="en-GB"/>
        </w:rPr>
      </w:pPr>
      <w:r w:rsidRPr="009B2C7F">
        <w:rPr>
          <w:rStyle w:val="postbody"/>
          <w:lang w:val="en-GB"/>
        </w:rPr>
        <w:t>Fenêtrées</w:t>
      </w:r>
    </w:p>
    <w:p w:rsidR="00055DFD" w:rsidRDefault="00055DFD" w:rsidP="009B2C7F">
      <w:pPr>
        <w:tabs>
          <w:tab w:val="left" w:pos="1985"/>
        </w:tabs>
        <w:rPr>
          <w:lang w:val="en-US"/>
        </w:rPr>
      </w:pPr>
      <w:r>
        <w:rPr>
          <w:lang w:val="en-US"/>
        </w:rPr>
        <w:t>+33 4 42 24 65 56</w:t>
      </w:r>
      <w:r>
        <w:rPr>
          <w:lang w:val="en-US"/>
        </w:rPr>
        <w:tab/>
        <w:t>tel. No</w:t>
      </w:r>
    </w:p>
    <w:p w:rsidR="00055DFD" w:rsidRDefault="00055DFD" w:rsidP="009B2C7F">
      <w:pPr>
        <w:tabs>
          <w:tab w:val="left" w:pos="1985"/>
        </w:tabs>
        <w:rPr>
          <w:lang w:val="en-US"/>
        </w:rPr>
      </w:pPr>
      <w:r>
        <w:rPr>
          <w:lang w:val="en-US"/>
        </w:rPr>
        <w:t>05 56 78 90 12</w:t>
      </w:r>
      <w:r>
        <w:rPr>
          <w:lang w:val="en-US"/>
        </w:rPr>
        <w:tab/>
        <w:t>tel. No</w:t>
      </w:r>
    </w:p>
    <w:p w:rsidR="00055DFD" w:rsidRDefault="00055DFD" w:rsidP="009B2C7F">
      <w:pPr>
        <w:tabs>
          <w:tab w:val="left" w:pos="1985"/>
        </w:tabs>
        <w:rPr>
          <w:lang w:val="en-US"/>
        </w:rPr>
      </w:pPr>
      <w:r>
        <w:rPr>
          <w:lang w:val="en-US"/>
        </w:rPr>
        <w:t>05.11.22.34.56</w:t>
      </w:r>
      <w:r>
        <w:rPr>
          <w:lang w:val="en-US"/>
        </w:rPr>
        <w:tab/>
        <w:t>tel. No</w:t>
      </w:r>
    </w:p>
    <w:p w:rsidR="00055DFD" w:rsidRPr="006C4C33" w:rsidRDefault="00055DFD" w:rsidP="006C4C33">
      <w:pPr>
        <w:rPr>
          <w:lang w:val="en-US"/>
        </w:rPr>
      </w:pPr>
    </w:p>
    <w:sectPr w:rsidR="00055DFD" w:rsidRPr="006C4C33" w:rsidSect="00055DFD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C33"/>
    <w:rsid w:val="00055DFD"/>
    <w:rsid w:val="001755CF"/>
    <w:rsid w:val="00177905"/>
    <w:rsid w:val="006A15ED"/>
    <w:rsid w:val="006C4C33"/>
    <w:rsid w:val="009B2C7F"/>
    <w:rsid w:val="00F4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0">
    <w:name w:val="Style0"/>
    <w:uiPriority w:val="99"/>
    <w:rPr>
      <w:rFonts w:ascii="Arial" w:hAnsi="Arial"/>
      <w:sz w:val="24"/>
      <w:szCs w:val="20"/>
    </w:rPr>
  </w:style>
  <w:style w:type="character" w:customStyle="1" w:styleId="postbody">
    <w:name w:val="postbody"/>
    <w:basedOn w:val="DefaultParagraphFont"/>
    <w:uiPriority w:val="99"/>
    <w:rsid w:val="009B2C7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</Words>
  <Characters>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unusualword</dc:title>
  <dc:subject/>
  <dc:creator>tayeb</dc:creator>
  <cp:keywords/>
  <dc:description/>
  <cp:lastModifiedBy>tayeb</cp:lastModifiedBy>
  <cp:revision>2</cp:revision>
  <dcterms:created xsi:type="dcterms:W3CDTF">2016-08-21T11:29:00Z</dcterms:created>
  <dcterms:modified xsi:type="dcterms:W3CDTF">2016-08-21T11:29:00Z</dcterms:modified>
</cp:coreProperties>
</file>